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773A31A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3E3197" w:rsidRPr="003E3197">
        <w:rPr>
          <w:szCs w:val="20"/>
          <w:lang w:val="sr-Latn-RS"/>
        </w:rPr>
        <w:t>V</w:t>
      </w:r>
      <w:bookmarkStart w:id="1" w:name="_GoBack"/>
      <w:bookmarkEnd w:id="1"/>
      <w:r w:rsidR="003E3197" w:rsidRPr="003E3197">
        <w:rPr>
          <w:szCs w:val="20"/>
          <w:lang w:val="sr-Cyrl-RS"/>
        </w:rPr>
        <w:t>/20</w:t>
      </w:r>
      <w:r w:rsidR="003E3197" w:rsidRPr="003E3197">
        <w:rPr>
          <w:szCs w:val="20"/>
          <w:lang w:val="sr-Latn-RS"/>
        </w:rPr>
        <w:t>2</w:t>
      </w:r>
      <w:r w:rsidR="004354D8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27E7AE41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0432">
        <w:rPr>
          <w:b/>
          <w:lang w:val="sr-Latn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B0432" w:rsidRPr="004354D8">
        <w:rPr>
          <w:b/>
          <w:lang w:val="ru-RU"/>
        </w:rPr>
        <w:t>ПОДЛОГЕ И СУПЛЕМЕНТИ ЗА САНИТАРНУ   МИКРОБИОЛОГИЈУ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B14B3"/>
    <w:rsid w:val="003D56B3"/>
    <w:rsid w:val="003E3197"/>
    <w:rsid w:val="004267E2"/>
    <w:rsid w:val="00434B9F"/>
    <w:rsid w:val="004354D8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B0432"/>
    <w:rsid w:val="007C6708"/>
    <w:rsid w:val="007F4E0B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105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2021-07-15T13:25:00Z</dcterms:created>
  <dcterms:modified xsi:type="dcterms:W3CDTF">2023-06-01T07:24:00Z</dcterms:modified>
</cp:coreProperties>
</file>